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13" w:rsidRPr="006A0ACD" w:rsidRDefault="00347213" w:rsidP="00FE46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3672"/>
      </w:tblGrid>
      <w:tr w:rsidR="00347213" w:rsidRPr="00826275" w:rsidTr="00826275">
        <w:tc>
          <w:tcPr>
            <w:tcW w:w="3672" w:type="dxa"/>
            <w:gridSpan w:val="2"/>
            <w:shd w:val="clear" w:color="auto" w:fill="FFC000"/>
          </w:tcPr>
          <w:p w:rsidR="00347213" w:rsidRPr="00D7776F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Morgan,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</w:rPr>
                <w:t>Lake</w:t>
              </w:r>
            </w:smartTag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347213" w:rsidRPr="00D7776F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FFC000"/>
          </w:tcPr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826275">
              <w:rPr>
                <w:rFonts w:ascii="Times New Roman" w:hAnsi="Times New Roman"/>
                <w:sz w:val="24"/>
                <w:szCs w:val="24"/>
              </w:rPr>
              <w:t>:  Monday, August 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    Thursday, August 30</w:t>
            </w:r>
          </w:p>
        </w:tc>
      </w:tr>
      <w:tr w:rsidR="00347213" w:rsidRPr="00826275" w:rsidTr="00826275">
        <w:tc>
          <w:tcPr>
            <w:tcW w:w="5508" w:type="dxa"/>
            <w:gridSpan w:val="3"/>
          </w:tcPr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Unit Title: Wanted: A Few Good Friends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Corresponding Unit Task: Creating a Song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Task 1 : 4 days  </w:t>
            </w:r>
          </w:p>
        </w:tc>
      </w:tr>
      <w:tr w:rsidR="00347213" w:rsidRPr="00826275" w:rsidTr="00826275">
        <w:trPr>
          <w:trHeight w:val="737"/>
        </w:trPr>
        <w:tc>
          <w:tcPr>
            <w:tcW w:w="11016" w:type="dxa"/>
            <w:gridSpan w:val="6"/>
          </w:tcPr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1. Why is it important for good readers, writers, and listeners to remember important details when retelling a story, poem, or informational text?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2. How do illustrations help good readers locate and remember the important details in a story?</w:t>
            </w:r>
          </w:p>
          <w:p w:rsidR="00347213" w:rsidRPr="00826275" w:rsidRDefault="00347213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7213" w:rsidRPr="00826275" w:rsidTr="00826275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347213" w:rsidRPr="00826275" w:rsidTr="00826275">
        <w:trPr>
          <w:trHeight w:val="737"/>
        </w:trPr>
        <w:tc>
          <w:tcPr>
            <w:tcW w:w="5520" w:type="dxa"/>
            <w:gridSpan w:val="4"/>
          </w:tcPr>
          <w:p w:rsidR="00347213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</w:p>
          <w:p w:rsidR="00347213" w:rsidRDefault="00347213" w:rsidP="00D77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1:</w:t>
            </w:r>
          </w:p>
          <w:p w:rsidR="00347213" w:rsidRDefault="00347213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First Day Jitters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by Julie Danneberg</w:t>
            </w:r>
          </w:p>
          <w:p w:rsidR="00347213" w:rsidRPr="007E24C0" w:rsidRDefault="00347213" w:rsidP="007E2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Day Jitters Reader’s Response</w:t>
            </w:r>
          </w:p>
          <w:p w:rsidR="00347213" w:rsidRPr="00354226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 Day the Monster Came to School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Day the Monster Came to School sequencing cards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Name Monster 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2: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Hunter’s Best Friend at School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by Laura Malone Elliott </w:t>
            </w:r>
            <w:r>
              <w:rPr>
                <w:rFonts w:ascii="Times New Roman" w:hAnsi="Times New Roman"/>
                <w:sz w:val="24"/>
                <w:szCs w:val="24"/>
              </w:rPr>
              <w:t>Book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Chart Paper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Paper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Chrysanthemum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Book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Friends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49F">
              <w:rPr>
                <w:rFonts w:ascii="Times New Roman" w:hAnsi="Times New Roman"/>
                <w:b/>
                <w:sz w:val="24"/>
                <w:szCs w:val="24"/>
              </w:rPr>
              <w:t>by Helme Heine</w:t>
            </w:r>
          </w:p>
          <w:p w:rsidR="00347213" w:rsidRPr="0036249F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Friends’ Faces 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½ and 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Paper</w:t>
            </w:r>
          </w:p>
          <w:p w:rsidR="00347213" w:rsidRPr="00FC7E31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rules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citizen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capitalization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illustrations</w:t>
            </w:r>
          </w:p>
        </w:tc>
      </w:tr>
      <w:tr w:rsidR="00347213" w:rsidRPr="00826275" w:rsidTr="00826275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347213" w:rsidRPr="00826275" w:rsidTr="00826275">
        <w:trPr>
          <w:trHeight w:val="688"/>
        </w:trPr>
        <w:tc>
          <w:tcPr>
            <w:tcW w:w="2538" w:type="dxa"/>
          </w:tcPr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47213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826275">
                  <w:rPr>
                    <w:rFonts w:ascii="Times New Roman" w:hAnsi="Times New Roman"/>
                    <w:b/>
                    <w:sz w:val="24"/>
                    <w:szCs w:val="24"/>
                  </w:rPr>
                  <w:t>Reading</w:t>
                </w:r>
              </w:smartTag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</w:p>
          <w:p w:rsidR="00347213" w:rsidRPr="00826275" w:rsidRDefault="00347213" w:rsidP="00D77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RL.1.2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347213" w:rsidRDefault="00347213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 w:rsidRPr="00826275">
              <w:rPr>
                <w:rFonts w:ascii="Times New Roman" w:eastAsia="SimSun" w:hAnsi="Times New Roman"/>
              </w:rPr>
              <w:t>I can retell stories including key details</w:t>
            </w:r>
          </w:p>
          <w:p w:rsidR="00347213" w:rsidRPr="00826275" w:rsidRDefault="00347213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I can explain our school rules and why rules are important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347213" w:rsidRPr="00354226" w:rsidRDefault="00347213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Teacher will read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First Day Jitters </w:t>
            </w:r>
          </w:p>
          <w:p w:rsidR="00347213" w:rsidRPr="00354226" w:rsidRDefault="00347213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story and students’ own first day jitters</w:t>
            </w:r>
          </w:p>
          <w:p w:rsidR="00347213" w:rsidRPr="00354226" w:rsidRDefault="00347213" w:rsidP="00AD509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226">
              <w:rPr>
                <w:sz w:val="24"/>
                <w:szCs w:val="24"/>
              </w:rPr>
              <w:t>Complete Reader’s Response and compile into a class book</w:t>
            </w:r>
          </w:p>
          <w:p w:rsidR="00347213" w:rsidRPr="00354226" w:rsidRDefault="00347213" w:rsidP="00AD509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the story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 Day the Monster Came to School</w:t>
            </w:r>
          </w:p>
          <w:p w:rsidR="00347213" w:rsidRPr="00354226" w:rsidRDefault="00347213" w:rsidP="00AD509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226">
              <w:rPr>
                <w:sz w:val="24"/>
                <w:szCs w:val="24"/>
              </w:rPr>
              <w:t>Discuss rules with students and why rules are important in the classroom/ and school. (What would happen if we had no rules?)</w:t>
            </w:r>
          </w:p>
          <w:p w:rsidR="00347213" w:rsidRDefault="00347213" w:rsidP="00D777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226">
              <w:rPr>
                <w:rFonts w:ascii="Times New Roman" w:hAnsi="Times New Roman"/>
                <w:sz w:val="24"/>
                <w:szCs w:val="24"/>
              </w:rPr>
              <w:t>Introduce vocabulary:  rules, citizen, author, illustrations, capitalization</w:t>
            </w:r>
          </w:p>
          <w:p w:rsidR="00347213" w:rsidRDefault="00347213" w:rsidP="00D777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Teacher and students will brainstorm classroom rules (refer back to sequencing cards)</w:t>
            </w:r>
          </w:p>
          <w:p w:rsidR="00347213" w:rsidRPr="00354226" w:rsidRDefault="00347213" w:rsidP="00D7776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Name Monster Activity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347213" w:rsidRPr="00FC0888" w:rsidRDefault="00347213" w:rsidP="00FC088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the list of rules that the class brainstormed on Day 1.  Discuss why rules are important.</w:t>
            </w:r>
          </w:p>
          <w:p w:rsidR="00347213" w:rsidRPr="00FC0888" w:rsidRDefault="00347213" w:rsidP="00FC088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the story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Hunter’s Best Friend at School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347213" w:rsidRPr="00FC0888" w:rsidRDefault="00347213" w:rsidP="00FC088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Retell the story as a class focusing on rules and being a good citizen.</w:t>
            </w:r>
          </w:p>
          <w:p w:rsidR="00347213" w:rsidRPr="00FC0888" w:rsidRDefault="00347213" w:rsidP="00FC088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Review / revise list of rules and create a song to the tune of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</w:rPr>
                  <w:t>London</w:t>
                </w:r>
              </w:smartTag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</w:rPr>
                  <w:t>Bridge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is Falling Down for the rules. </w:t>
            </w:r>
          </w:p>
          <w:p w:rsidR="00347213" w:rsidRPr="0036249F" w:rsidRDefault="00347213" w:rsidP="00FC088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copy and illustrate one rule from the class generated list.  (use the school behavior plan to focus on rules for ___________________)</w:t>
            </w:r>
          </w:p>
          <w:p w:rsidR="00347213" w:rsidRPr="00826275" w:rsidRDefault="00347213" w:rsidP="00FC088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Chrysanthemum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preparation for word study.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347213" w:rsidRPr="00933D45" w:rsidRDefault="00347213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the song focusing on the following print concepts:  reading let-to-right, return sweep, first word, capitalization, punctuation, and concept of word.</w:t>
            </w:r>
          </w:p>
          <w:p w:rsidR="00347213" w:rsidRPr="0036249F" w:rsidRDefault="00347213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Begin by discussing qualities / characteristics that make a good friend.  </w:t>
            </w:r>
          </w:p>
          <w:p w:rsidR="00347213" w:rsidRPr="0036249F" w:rsidRDefault="00347213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the story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Friends </w:t>
            </w:r>
          </w:p>
          <w:p w:rsidR="00347213" w:rsidRPr="00826275" w:rsidRDefault="00347213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Retell the story focusing on characteristics of a good friend by text and picture clues for each character.  (use the “Friends’ Faces).</w:t>
            </w:r>
          </w:p>
        </w:tc>
      </w:tr>
      <w:tr w:rsidR="00347213" w:rsidRPr="00826275" w:rsidTr="00826275">
        <w:trPr>
          <w:trHeight w:val="1178"/>
        </w:trPr>
        <w:tc>
          <w:tcPr>
            <w:tcW w:w="2538" w:type="dxa"/>
          </w:tcPr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47213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347213" w:rsidRDefault="00347213" w:rsidP="00D77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W 1.5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347213" w:rsidRPr="00D7776F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6F">
              <w:rPr>
                <w:rFonts w:ascii="Times New Roman" w:hAnsi="Times New Roman"/>
                <w:sz w:val="24"/>
                <w:szCs w:val="24"/>
              </w:rPr>
              <w:t>I can use pictures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sentences</w:t>
            </w:r>
            <w:r w:rsidRPr="00D7776F">
              <w:rPr>
                <w:rFonts w:ascii="Times New Roman" w:hAnsi="Times New Roman"/>
                <w:sz w:val="24"/>
                <w:szCs w:val="24"/>
              </w:rPr>
              <w:t xml:space="preserve"> to show ideas, thoughts, and feelings.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347213" w:rsidRPr="001D0149" w:rsidRDefault="00347213" w:rsidP="00D7776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See Reading Day 1:  Reader’s Response</w:t>
            </w:r>
          </w:p>
          <w:p w:rsidR="00347213" w:rsidRDefault="00347213" w:rsidP="001D0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Default="00347213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347213" w:rsidRPr="001D0149" w:rsidRDefault="00347213" w:rsidP="001D01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Teacher will explain what makes a good sentence:  Capital letter at the beginning, spaces between words, makes sense, punctuation at the end.</w:t>
            </w:r>
          </w:p>
          <w:p w:rsidR="00347213" w:rsidRDefault="00347213" w:rsidP="001D014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copy and illustrate a rule.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47213" w:rsidRDefault="00347213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Default="00347213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347213" w:rsidRDefault="00347213" w:rsidP="00FC7E31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Students will choose a character from the book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Friends</w:t>
            </w:r>
            <w:r>
              <w:rPr>
                <w:rFonts w:ascii="Times New Roman" w:hAnsi="Times New Roman"/>
                <w:sz w:val="24"/>
                <w:szCs w:val="24"/>
              </w:rPr>
              <w:t>.  Write a sentence telling what makes that character a good friend and illustrate.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7213" w:rsidRPr="00826275" w:rsidTr="00826275">
        <w:trPr>
          <w:trHeight w:val="688"/>
        </w:trPr>
        <w:tc>
          <w:tcPr>
            <w:tcW w:w="2538" w:type="dxa"/>
          </w:tcPr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47213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347213" w:rsidRPr="00592530" w:rsidRDefault="00347213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RL 1.2a:  </w:t>
            </w:r>
            <w:r>
              <w:rPr>
                <w:rFonts w:ascii="Times New Roman" w:hAnsi="Times New Roman"/>
                <w:sz w:val="24"/>
                <w:szCs w:val="24"/>
              </w:rPr>
              <w:t>Identify short vowel sounds.</w:t>
            </w:r>
          </w:p>
          <w:p w:rsidR="00347213" w:rsidRDefault="00347213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can identify consonants and vowels.  </w:t>
            </w:r>
          </w:p>
          <w:p w:rsidR="00347213" w:rsidRPr="00592530" w:rsidRDefault="00347213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I can identify the short vowel sound in a word.</w:t>
            </w:r>
          </w:p>
          <w:p w:rsidR="00347213" w:rsidRDefault="00347213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347213" w:rsidRDefault="00347213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FC7E31" w:rsidRDefault="00347213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Day 1: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347213" w:rsidRDefault="00347213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Default="00347213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347213" w:rsidRDefault="00347213" w:rsidP="001D014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consonants / vowels using the alphabet</w:t>
            </w:r>
          </w:p>
          <w:p w:rsidR="00347213" w:rsidRDefault="00347213" w:rsidP="001D014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Each student will be given their name typed in boxes with the headings “consonants / vowels”.  Students will cut apart the letters of their name and sort letters under the correct heading.</w:t>
            </w:r>
          </w:p>
          <w:p w:rsidR="00347213" w:rsidRDefault="00347213" w:rsidP="00DE5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Default="00347213" w:rsidP="00DE5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Default="00347213" w:rsidP="00DE51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347213" w:rsidRPr="00DE5147" w:rsidRDefault="00347213" w:rsidP="00DE514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consonants / vowels :  Give each student an index card with a letter (consonant or a vowel).  Have all vowels go to one spot and all consonants go to another.  Repeat.</w:t>
            </w:r>
          </w:p>
          <w:p w:rsidR="00347213" w:rsidRPr="00933D45" w:rsidRDefault="00347213" w:rsidP="00DE514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short a.  Use the short a poem (song).  Sing several times.  Brainstorm a list of short a words.  Glue the poem in poetry journals and illustrate.  Students can circle short a words in the porm.</w:t>
            </w:r>
          </w:p>
          <w:p w:rsidR="00347213" w:rsidRDefault="00347213" w:rsidP="00933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Default="00347213" w:rsidP="00933D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4</w:t>
            </w:r>
          </w:p>
          <w:p w:rsidR="00347213" w:rsidRDefault="00347213" w:rsidP="00933D4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short a sound, sing the short a song.  Brainstorm a few short a words.</w:t>
            </w:r>
          </w:p>
          <w:p w:rsidR="00347213" w:rsidRDefault="00347213" w:rsidP="00933D4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the “at” word ending.  Give students examples of “at” words.</w:t>
            </w:r>
          </w:p>
          <w:p w:rsidR="00347213" w:rsidRPr="00933D45" w:rsidRDefault="00347213" w:rsidP="00933D4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Brainstorm a list of “at” words.  Students will compile a list of “at” words in their word work journal.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7213" w:rsidRPr="00826275" w:rsidTr="00826275">
        <w:trPr>
          <w:trHeight w:val="1448"/>
        </w:trPr>
        <w:tc>
          <w:tcPr>
            <w:tcW w:w="2538" w:type="dxa"/>
          </w:tcPr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 xml:space="preserve">Gradual Release of </w:t>
            </w:r>
            <w:r w:rsidRPr="00592530">
              <w:rPr>
                <w:rFonts w:ascii="Times New Roman" w:hAnsi="Times New Roman" w:cs="Times New Roman"/>
                <w:u w:val="single"/>
              </w:rPr>
              <w:t>Responsibility</w:t>
            </w:r>
            <w:r w:rsidRPr="00826275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347213" w:rsidRPr="00826275" w:rsidRDefault="00347213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347213" w:rsidRDefault="00347213" w:rsidP="00FC08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6EF0">
              <w:rPr>
                <w:rFonts w:ascii="Times New Roman" w:hAnsi="Times New Roman"/>
                <w:b/>
                <w:sz w:val="24"/>
                <w:szCs w:val="24"/>
              </w:rPr>
              <w:t xml:space="preserve">Standards SL.1.1 “participating in collaborative conversations with diverse partners”. </w:t>
            </w:r>
          </w:p>
          <w:p w:rsidR="00347213" w:rsidRPr="00FC0888" w:rsidRDefault="00347213" w:rsidP="00FC0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888">
              <w:rPr>
                <w:rFonts w:ascii="Times New Roman" w:hAnsi="Times New Roman"/>
                <w:sz w:val="24"/>
                <w:szCs w:val="24"/>
              </w:rPr>
              <w:t>Requires explicit instruction with extensive modeling from teacher, followed by opportunities to practice.</w:t>
            </w:r>
          </w:p>
          <w:p w:rsidR="00347213" w:rsidRDefault="00347213" w:rsidP="00FC08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347213" w:rsidRPr="00FC0888" w:rsidRDefault="00347213" w:rsidP="00FC0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888">
              <w:rPr>
                <w:rFonts w:ascii="Times New Roman" w:hAnsi="Times New Roman"/>
                <w:sz w:val="24"/>
                <w:szCs w:val="24"/>
              </w:rPr>
              <w:t>I can listen to and retell a story using complete sentences.</w:t>
            </w:r>
          </w:p>
          <w:p w:rsidR="00347213" w:rsidRPr="00FC0888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7213" w:rsidRPr="00826275" w:rsidTr="00826275">
        <w:trPr>
          <w:trHeight w:val="1448"/>
        </w:trPr>
        <w:tc>
          <w:tcPr>
            <w:tcW w:w="2538" w:type="dxa"/>
          </w:tcPr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347213" w:rsidRPr="00826275" w:rsidRDefault="00347213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26275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7213" w:rsidRPr="00826275" w:rsidTr="0082627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347213" w:rsidRPr="00826275" w:rsidTr="00826275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347213" w:rsidRPr="00826275" w:rsidTr="00826275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347213" w:rsidRPr="00FC7E31" w:rsidRDefault="00347213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2-3 sentences that include all of the components of a “good” sentence.</w:t>
            </w:r>
          </w:p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347213" w:rsidRPr="00FC7E31" w:rsidRDefault="00347213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If students are unable to write a sentence, they can copy one from the board or use pictures.</w:t>
            </w:r>
          </w:p>
        </w:tc>
        <w:tc>
          <w:tcPr>
            <w:tcW w:w="3672" w:type="dxa"/>
            <w:shd w:val="clear" w:color="auto" w:fill="FFFFFF"/>
          </w:tcPr>
          <w:p w:rsidR="00347213" w:rsidRPr="00FC7E31" w:rsidRDefault="00347213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Teacher will scribe or the teacher will write a sentence and students will copy.</w:t>
            </w:r>
          </w:p>
        </w:tc>
      </w:tr>
      <w:tr w:rsidR="00347213" w:rsidRPr="00826275" w:rsidTr="0082627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347213" w:rsidRPr="00826275" w:rsidRDefault="00347213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347213" w:rsidRPr="00826275" w:rsidTr="00826275">
        <w:trPr>
          <w:trHeight w:val="296"/>
        </w:trPr>
        <w:tc>
          <w:tcPr>
            <w:tcW w:w="11016" w:type="dxa"/>
            <w:gridSpan w:val="6"/>
          </w:tcPr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347213" w:rsidRDefault="00347213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Unit 1 Pre-Assessment</w:t>
            </w:r>
          </w:p>
          <w:p w:rsidR="00347213" w:rsidRPr="005833D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Rubric for creating a song.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213" w:rsidRPr="00826275" w:rsidTr="00826275">
        <w:trPr>
          <w:trHeight w:val="296"/>
        </w:trPr>
        <w:tc>
          <w:tcPr>
            <w:tcW w:w="11016" w:type="dxa"/>
            <w:gridSpan w:val="6"/>
          </w:tcPr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826275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213" w:rsidRPr="00826275" w:rsidRDefault="00347213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213" w:rsidRPr="00FC7E31" w:rsidRDefault="00347213" w:rsidP="00FC7E31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 xml:space="preserve">Note: This template does not reflect the lesson plans for Guided </w:t>
      </w:r>
      <w:smartTag w:uri="urn:schemas-microsoft-com:office:smarttags" w:element="place">
        <w:r w:rsidRPr="0007242D">
          <w:rPr>
            <w:rFonts w:ascii="Times New Roman" w:hAnsi="Times New Roman"/>
            <w:i/>
            <w:sz w:val="24"/>
            <w:szCs w:val="24"/>
          </w:rPr>
          <w:t>Reading</w:t>
        </w:r>
      </w:smartTag>
      <w:r w:rsidRPr="0007242D">
        <w:rPr>
          <w:rFonts w:ascii="Times New Roman" w:hAnsi="Times New Roman"/>
          <w:i/>
          <w:sz w:val="24"/>
          <w:szCs w:val="24"/>
        </w:rPr>
        <w:t>.</w:t>
      </w:r>
    </w:p>
    <w:sectPr w:rsidR="00347213" w:rsidRPr="00FC7E31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213" w:rsidRDefault="00347213" w:rsidP="00D7779B">
      <w:pPr>
        <w:spacing w:after="0" w:line="240" w:lineRule="auto"/>
      </w:pPr>
      <w:r>
        <w:separator/>
      </w:r>
    </w:p>
  </w:endnote>
  <w:endnote w:type="continuationSeparator" w:id="0">
    <w:p w:rsidR="00347213" w:rsidRDefault="0034721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altName w:val="Trebuchet MS Bold Italic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13" w:rsidRDefault="00347213" w:rsidP="00826275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213" w:rsidRDefault="00347213" w:rsidP="00D7779B">
      <w:pPr>
        <w:spacing w:after="0" w:line="240" w:lineRule="auto"/>
      </w:pPr>
      <w:r>
        <w:separator/>
      </w:r>
    </w:p>
  </w:footnote>
  <w:footnote w:type="continuationSeparator" w:id="0">
    <w:p w:rsidR="00347213" w:rsidRDefault="0034721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232"/>
    <w:multiLevelType w:val="hybridMultilevel"/>
    <w:tmpl w:val="0CFC8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F6654"/>
    <w:multiLevelType w:val="hybridMultilevel"/>
    <w:tmpl w:val="7FDA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D306B"/>
    <w:multiLevelType w:val="hybridMultilevel"/>
    <w:tmpl w:val="F3EE78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267F1"/>
    <w:multiLevelType w:val="hybridMultilevel"/>
    <w:tmpl w:val="B90A3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6707DF"/>
    <w:multiLevelType w:val="hybridMultilevel"/>
    <w:tmpl w:val="3E940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1220B2"/>
    <w:multiLevelType w:val="hybridMultilevel"/>
    <w:tmpl w:val="032E79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C05521"/>
    <w:multiLevelType w:val="hybridMultilevel"/>
    <w:tmpl w:val="368E6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F11DF2"/>
    <w:multiLevelType w:val="hybridMultilevel"/>
    <w:tmpl w:val="25FA3B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27102F"/>
    <w:multiLevelType w:val="hybridMultilevel"/>
    <w:tmpl w:val="2C0E7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691E63"/>
    <w:multiLevelType w:val="hybridMultilevel"/>
    <w:tmpl w:val="CD828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D93FDC"/>
    <w:multiLevelType w:val="hybridMultilevel"/>
    <w:tmpl w:val="559805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5D34DB9"/>
    <w:multiLevelType w:val="hybridMultilevel"/>
    <w:tmpl w:val="757EE566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454A00"/>
    <w:multiLevelType w:val="hybridMultilevel"/>
    <w:tmpl w:val="BDFCE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3F313B"/>
    <w:multiLevelType w:val="hybridMultilevel"/>
    <w:tmpl w:val="A670B1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E72E8C"/>
    <w:multiLevelType w:val="hybridMultilevel"/>
    <w:tmpl w:val="FCA4A4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B667930"/>
    <w:multiLevelType w:val="hybridMultilevel"/>
    <w:tmpl w:val="CCB02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3"/>
  </w:num>
  <w:num w:numId="5">
    <w:abstractNumId w:val="11"/>
  </w:num>
  <w:num w:numId="6">
    <w:abstractNumId w:val="15"/>
  </w:num>
  <w:num w:numId="7">
    <w:abstractNumId w:val="4"/>
  </w:num>
  <w:num w:numId="8">
    <w:abstractNumId w:val="8"/>
  </w:num>
  <w:num w:numId="9">
    <w:abstractNumId w:val="14"/>
  </w:num>
  <w:num w:numId="10">
    <w:abstractNumId w:val="5"/>
  </w:num>
  <w:num w:numId="11">
    <w:abstractNumId w:val="3"/>
  </w:num>
  <w:num w:numId="12">
    <w:abstractNumId w:val="16"/>
  </w:num>
  <w:num w:numId="13">
    <w:abstractNumId w:val="9"/>
  </w:num>
  <w:num w:numId="14">
    <w:abstractNumId w:val="6"/>
  </w:num>
  <w:num w:numId="15">
    <w:abstractNumId w:val="10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7242D"/>
    <w:rsid w:val="00095D4D"/>
    <w:rsid w:val="000A0C8B"/>
    <w:rsid w:val="000C0DBB"/>
    <w:rsid w:val="00111698"/>
    <w:rsid w:val="00137796"/>
    <w:rsid w:val="00166A4E"/>
    <w:rsid w:val="00195FE6"/>
    <w:rsid w:val="001D0149"/>
    <w:rsid w:val="00224A5F"/>
    <w:rsid w:val="0028190D"/>
    <w:rsid w:val="00295B83"/>
    <w:rsid w:val="00347213"/>
    <w:rsid w:val="00354226"/>
    <w:rsid w:val="0036249F"/>
    <w:rsid w:val="003D7072"/>
    <w:rsid w:val="003D7D31"/>
    <w:rsid w:val="003F069E"/>
    <w:rsid w:val="003F39B8"/>
    <w:rsid w:val="004B658C"/>
    <w:rsid w:val="0051657B"/>
    <w:rsid w:val="00570FB8"/>
    <w:rsid w:val="005833D5"/>
    <w:rsid w:val="00592530"/>
    <w:rsid w:val="005C4CBE"/>
    <w:rsid w:val="00626EF0"/>
    <w:rsid w:val="00643719"/>
    <w:rsid w:val="00681FA3"/>
    <w:rsid w:val="006A0ACD"/>
    <w:rsid w:val="006A1E7F"/>
    <w:rsid w:val="006F794C"/>
    <w:rsid w:val="007E24C0"/>
    <w:rsid w:val="00826275"/>
    <w:rsid w:val="00891A07"/>
    <w:rsid w:val="008C13D7"/>
    <w:rsid w:val="008C71D4"/>
    <w:rsid w:val="009005BA"/>
    <w:rsid w:val="00933D45"/>
    <w:rsid w:val="009A1730"/>
    <w:rsid w:val="009B085C"/>
    <w:rsid w:val="00A90A8F"/>
    <w:rsid w:val="00AD509C"/>
    <w:rsid w:val="00B90661"/>
    <w:rsid w:val="00C63C3F"/>
    <w:rsid w:val="00C92D93"/>
    <w:rsid w:val="00CD5617"/>
    <w:rsid w:val="00D7776F"/>
    <w:rsid w:val="00D7779B"/>
    <w:rsid w:val="00D801CF"/>
    <w:rsid w:val="00DD6FE2"/>
    <w:rsid w:val="00DE5147"/>
    <w:rsid w:val="00DF6B8B"/>
    <w:rsid w:val="00FA7AC1"/>
    <w:rsid w:val="00FC0888"/>
    <w:rsid w:val="00FC5ADA"/>
    <w:rsid w:val="00FC7E31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D4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809</Words>
  <Characters>4617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Authorized User</cp:lastModifiedBy>
  <cp:revision>3</cp:revision>
  <cp:lastPrinted>2012-05-01T14:47:00Z</cp:lastPrinted>
  <dcterms:created xsi:type="dcterms:W3CDTF">2012-07-10T17:54:00Z</dcterms:created>
  <dcterms:modified xsi:type="dcterms:W3CDTF">2012-07-11T15:19:00Z</dcterms:modified>
</cp:coreProperties>
</file>